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0C65DD">
        <w:rPr>
          <w:rFonts w:ascii="Arial" w:hAnsi="Arial" w:cs="Arial"/>
          <w:b/>
          <w:caps/>
          <w:sz w:val="28"/>
          <w:szCs w:val="28"/>
        </w:rPr>
        <w:t>790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4E22B1" w:rsidRDefault="000C65D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65DD">
              <w:rPr>
                <w:rFonts w:ascii="Arial" w:hAnsi="Arial" w:cs="Arial"/>
                <w:sz w:val="20"/>
                <w:szCs w:val="20"/>
              </w:rPr>
              <w:t>Solicita a cobertura do ponto de ônibus existente na Avenida Presidente Humberto de Alencar Castelo Branco, defronte da Cervejaria Heineken, no Bairro Rio Abaixo.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01FB3" w:rsidRDefault="00A01FB3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0C65DD" w:rsidRPr="000C65DD">
        <w:rPr>
          <w:rFonts w:ascii="Arial" w:hAnsi="Arial" w:cs="Arial"/>
        </w:rPr>
        <w:t>a cobertura do ponto de ônibus existente na Avenida Presidente Humberto de Alencar Castelo Branco, defronte da Cervejaria Heineken, no Bairro Rio Abaixo.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E22B1">
        <w:rPr>
          <w:rFonts w:ascii="Arial" w:hAnsi="Arial" w:cs="Arial"/>
        </w:rPr>
        <w:t>28</w:t>
      </w:r>
      <w:r w:rsidR="00695F4E">
        <w:rPr>
          <w:rFonts w:ascii="Arial" w:hAnsi="Arial" w:cs="Arial"/>
        </w:rPr>
        <w:t xml:space="preserve"> de </w:t>
      </w:r>
      <w:r w:rsidR="004E22B1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E22B1" w:rsidRPr="00A34F2C" w:rsidRDefault="004E22B1" w:rsidP="004E22B1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4E22B1" w:rsidRDefault="004E22B1" w:rsidP="004E22B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4E22B1" w:rsidRPr="00A34F2C" w:rsidRDefault="004E22B1" w:rsidP="004E22B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3A3" w:rsidRDefault="009C63A3">
      <w:r>
        <w:separator/>
      </w:r>
    </w:p>
  </w:endnote>
  <w:endnote w:type="continuationSeparator" w:id="0">
    <w:p w:rsidR="009C63A3" w:rsidRDefault="009C6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3A3" w:rsidRDefault="009C63A3">
      <w:r>
        <w:separator/>
      </w:r>
    </w:p>
  </w:footnote>
  <w:footnote w:type="continuationSeparator" w:id="0">
    <w:p w:rsidR="009C63A3" w:rsidRDefault="009C63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47D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47D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47DF"/>
    <w:rsid w:val="000958D5"/>
    <w:rsid w:val="00097CAE"/>
    <w:rsid w:val="000A55F3"/>
    <w:rsid w:val="000C65DD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22B1"/>
    <w:rsid w:val="004E46DA"/>
    <w:rsid w:val="004F0AD1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C5CE8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C63A3"/>
    <w:rsid w:val="009D0F6E"/>
    <w:rsid w:val="009D50D4"/>
    <w:rsid w:val="009D512F"/>
    <w:rsid w:val="009E1F05"/>
    <w:rsid w:val="009E6B3F"/>
    <w:rsid w:val="00A01FB3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44090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276CC-3FAB-41FA-AF5E-3A703E628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109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2018-03-27T15:38:00Z</cp:lastPrinted>
  <dcterms:created xsi:type="dcterms:W3CDTF">2018-03-27T15:38:00Z</dcterms:created>
  <dcterms:modified xsi:type="dcterms:W3CDTF">2018-03-27T17:45:00Z</dcterms:modified>
</cp:coreProperties>
</file>